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95333" w14:textId="396F2A7B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F5435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54351" w:rsidRPr="00F54351">
        <w:rPr>
          <w:rFonts w:asciiTheme="majorHAnsi" w:eastAsia="Times New Roman" w:hAnsiTheme="majorHAnsi" w:cs="Times New Roman"/>
          <w:lang w:eastAsia="cs-CZ"/>
        </w:rPr>
        <w:t>4</w:t>
      </w:r>
      <w:r w:rsidR="00DD29C3" w:rsidRPr="00F54351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14:paraId="42E9C104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1C9EA01B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0C70E3A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1D97DB0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7747CBC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FB7BFD9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047462FD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1861C3D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9A32FF9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97837DC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0063D6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0A6D984B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403C66A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1FDF8975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F2DB7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034992A9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706E8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3C47F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A262D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8B6B93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4EBFDB2" w14:textId="77777777" w:rsidR="00F1715C" w:rsidRDefault="00F1715C" w:rsidP="00D831A3">
          <w:pPr>
            <w:pStyle w:val="Zpat"/>
          </w:pPr>
        </w:p>
      </w:tc>
    </w:tr>
  </w:tbl>
  <w:p w14:paraId="604D1B3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31362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7D31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CF6E4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E70D49" w14:textId="77209AF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43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43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F58C2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F0D82F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66015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84D541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9A0FEFB" w14:textId="77777777"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4062B53B" w14:textId="77777777" w:rsidR="00F1715C" w:rsidRDefault="00F1715C" w:rsidP="00460660">
          <w:pPr>
            <w:pStyle w:val="Zpat"/>
          </w:pPr>
        </w:p>
      </w:tc>
    </w:tr>
  </w:tbl>
  <w:p w14:paraId="21C75F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0D8B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B5917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8B907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68C38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21E2D5E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7914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546DD5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A7497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A7721" w14:textId="77777777" w:rsidR="00F1715C" w:rsidRPr="00D6163D" w:rsidRDefault="00F1715C" w:rsidP="00D6163D">
          <w:pPr>
            <w:pStyle w:val="Druhdokumentu"/>
          </w:pPr>
        </w:p>
      </w:tc>
    </w:tr>
  </w:tbl>
  <w:p w14:paraId="6A12ED2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5DF9D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3EF1E7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714E3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D285A5" w14:textId="77777777" w:rsidR="00F1715C" w:rsidRPr="00D6163D" w:rsidRDefault="00F1715C" w:rsidP="00FC6389">
          <w:pPr>
            <w:pStyle w:val="Druhdokumentu"/>
          </w:pPr>
        </w:p>
      </w:tc>
    </w:tr>
    <w:tr w:rsidR="009F392E" w14:paraId="6E94F4A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B4659F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F7112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5AFC7B" w14:textId="77777777" w:rsidR="009F392E" w:rsidRPr="00D6163D" w:rsidRDefault="009F392E" w:rsidP="00FC6389">
          <w:pPr>
            <w:pStyle w:val="Druhdokumentu"/>
          </w:pPr>
        </w:p>
      </w:tc>
    </w:tr>
  </w:tbl>
  <w:p w14:paraId="637B12D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8FCB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70F3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4351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320E73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dcmitype/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6BE40-8777-4ED7-BC8D-4F83FAFD1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13015C-D392-4FB5-B200-D7A8C3669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2023-07-17T10:23:00Z</dcterms:created>
  <dcterms:modified xsi:type="dcterms:W3CDTF">2023-07-17T10:23:00Z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